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604CEC8E" w:rsidR="002E612D" w:rsidRPr="008C5A72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8C5A72">
        <w:rPr>
          <w:b/>
          <w:bCs/>
          <w:sz w:val="22"/>
          <w:szCs w:val="22"/>
        </w:rPr>
        <w:t>”</w:t>
      </w:r>
      <w:r w:rsidR="009C4E8B" w:rsidRPr="009C4E8B">
        <w:rPr>
          <w:b/>
          <w:bCs/>
          <w:sz w:val="22"/>
          <w:szCs w:val="22"/>
        </w:rPr>
        <w:t>Budowa kotłowni miejskiej w Brześciu Kujawskim</w:t>
      </w:r>
      <w:r w:rsidRPr="008C5A72">
        <w:rPr>
          <w:b/>
          <w:bCs/>
          <w:sz w:val="22"/>
          <w:szCs w:val="22"/>
        </w:rPr>
        <w:t>”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017ABC3A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9A572A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8C5A72" w:rsidRPr="007F3E87" w14:paraId="1D9D3A7F" w14:textId="77777777" w:rsidTr="008C5A72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8C5A72" w:rsidRPr="007F3E87" w:rsidRDefault="008C5A72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8C5A72" w:rsidRPr="007F3E87" w14:paraId="0563D9AF" w14:textId="77777777" w:rsidTr="008C5A72">
        <w:tc>
          <w:tcPr>
            <w:tcW w:w="8675" w:type="dxa"/>
          </w:tcPr>
          <w:p w14:paraId="48F92BF2" w14:textId="5BFC3A6F" w:rsidR="008C5A72" w:rsidRPr="007F3E87" w:rsidRDefault="008C5A72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9C4E8B" w:rsidRPr="009C4E8B">
              <w:rPr>
                <w:b/>
                <w:sz w:val="22"/>
                <w:szCs w:val="22"/>
              </w:rPr>
              <w:t>Budowa kotłowni miejskiej w Brześciu Kujawskim</w:t>
            </w:r>
            <w:r w:rsidR="009C4E8B">
              <w:rPr>
                <w:b/>
                <w:sz w:val="22"/>
                <w:szCs w:val="22"/>
              </w:rPr>
              <w:t>.</w:t>
            </w:r>
          </w:p>
          <w:p w14:paraId="1A17AE38" w14:textId="5876FD77" w:rsidR="008C5A72" w:rsidRPr="007F3E87" w:rsidRDefault="008C5A72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8C5A72" w:rsidRPr="007F3E87" w:rsidRDefault="008C5A72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8C5A72" w:rsidRPr="007F3E87" w:rsidRDefault="008C5A72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8C5A72" w:rsidRPr="007F3E87" w:rsidRDefault="008C5A72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63CE6EBA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9A572A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A28AC" w14:textId="77777777" w:rsidR="00AF74F0" w:rsidRDefault="00AF74F0" w:rsidP="00FF57EE">
      <w:r>
        <w:separator/>
      </w:r>
    </w:p>
  </w:endnote>
  <w:endnote w:type="continuationSeparator" w:id="0">
    <w:p w14:paraId="4B166C8A" w14:textId="77777777" w:rsidR="00AF74F0" w:rsidRDefault="00AF74F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6ABC" w14:textId="77777777" w:rsidR="009A572A" w:rsidRDefault="009A5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8C2EE" w14:textId="77777777" w:rsidR="009A572A" w:rsidRDefault="009A57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4F28" w14:textId="77777777" w:rsidR="009A572A" w:rsidRDefault="009A5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AA0BB" w14:textId="77777777" w:rsidR="00AF74F0" w:rsidRDefault="00AF74F0" w:rsidP="00FF57EE">
      <w:r>
        <w:separator/>
      </w:r>
    </w:p>
  </w:footnote>
  <w:footnote w:type="continuationSeparator" w:id="0">
    <w:p w14:paraId="2EBABF50" w14:textId="77777777" w:rsidR="00AF74F0" w:rsidRDefault="00AF74F0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869F" w14:textId="77777777" w:rsidR="009A572A" w:rsidRDefault="009A57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251D56C6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9A572A">
      <w:rPr>
        <w:sz w:val="20"/>
        <w:szCs w:val="20"/>
      </w:rPr>
      <w:t>2</w:t>
    </w:r>
    <w:r w:rsidR="00EA54EC">
      <w:rPr>
        <w:sz w:val="20"/>
        <w:szCs w:val="20"/>
      </w:rPr>
      <w:t>4</w:t>
    </w:r>
    <w:r w:rsidR="007A015E">
      <w:rPr>
        <w:sz w:val="20"/>
        <w:szCs w:val="20"/>
      </w:rPr>
      <w:t>.</w:t>
    </w:r>
    <w:r w:rsidR="00C90009">
      <w:rPr>
        <w:sz w:val="20"/>
        <w:szCs w:val="20"/>
      </w:rPr>
      <w:t>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30986" w14:textId="77777777" w:rsidR="009A572A" w:rsidRDefault="009A57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1063D3"/>
    <w:rsid w:val="001B4466"/>
    <w:rsid w:val="001C7D84"/>
    <w:rsid w:val="001E6AA2"/>
    <w:rsid w:val="002214DB"/>
    <w:rsid w:val="00267D1F"/>
    <w:rsid w:val="002715F4"/>
    <w:rsid w:val="00281EDE"/>
    <w:rsid w:val="00297F71"/>
    <w:rsid w:val="002E612D"/>
    <w:rsid w:val="00361053"/>
    <w:rsid w:val="003A1B57"/>
    <w:rsid w:val="003B5AC8"/>
    <w:rsid w:val="003B769C"/>
    <w:rsid w:val="003C0F5E"/>
    <w:rsid w:val="00484A7D"/>
    <w:rsid w:val="004D5A42"/>
    <w:rsid w:val="00525EFF"/>
    <w:rsid w:val="005564F9"/>
    <w:rsid w:val="00560C28"/>
    <w:rsid w:val="005844F6"/>
    <w:rsid w:val="005F6F5F"/>
    <w:rsid w:val="00606EEE"/>
    <w:rsid w:val="006B63D6"/>
    <w:rsid w:val="006C641D"/>
    <w:rsid w:val="006D09E0"/>
    <w:rsid w:val="00783E4A"/>
    <w:rsid w:val="007A015E"/>
    <w:rsid w:val="007D475B"/>
    <w:rsid w:val="007E331F"/>
    <w:rsid w:val="007F3E87"/>
    <w:rsid w:val="00810C0F"/>
    <w:rsid w:val="00826C28"/>
    <w:rsid w:val="0083775B"/>
    <w:rsid w:val="00874460"/>
    <w:rsid w:val="008C5A72"/>
    <w:rsid w:val="0091080E"/>
    <w:rsid w:val="009312B4"/>
    <w:rsid w:val="0097776D"/>
    <w:rsid w:val="00983D1D"/>
    <w:rsid w:val="009A572A"/>
    <w:rsid w:val="009C4E8B"/>
    <w:rsid w:val="009D75A8"/>
    <w:rsid w:val="00A23973"/>
    <w:rsid w:val="00A50E18"/>
    <w:rsid w:val="00A53A10"/>
    <w:rsid w:val="00AA39D6"/>
    <w:rsid w:val="00AE2ACB"/>
    <w:rsid w:val="00AF4AC3"/>
    <w:rsid w:val="00AF74F0"/>
    <w:rsid w:val="00B26387"/>
    <w:rsid w:val="00B47637"/>
    <w:rsid w:val="00B72B31"/>
    <w:rsid w:val="00B9086B"/>
    <w:rsid w:val="00BC4F99"/>
    <w:rsid w:val="00C22F7D"/>
    <w:rsid w:val="00C749A9"/>
    <w:rsid w:val="00C90009"/>
    <w:rsid w:val="00CB5A8F"/>
    <w:rsid w:val="00CE3AE6"/>
    <w:rsid w:val="00D554C7"/>
    <w:rsid w:val="00D5631A"/>
    <w:rsid w:val="00DC336F"/>
    <w:rsid w:val="00E067A6"/>
    <w:rsid w:val="00E1735C"/>
    <w:rsid w:val="00E437EB"/>
    <w:rsid w:val="00E9614A"/>
    <w:rsid w:val="00EA54EC"/>
    <w:rsid w:val="00EC608F"/>
    <w:rsid w:val="00ED4602"/>
    <w:rsid w:val="00F134D5"/>
    <w:rsid w:val="00F226D2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3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17</cp:revision>
  <dcterms:created xsi:type="dcterms:W3CDTF">2023-06-02T07:52:00Z</dcterms:created>
  <dcterms:modified xsi:type="dcterms:W3CDTF">2025-08-04T10:24:00Z</dcterms:modified>
</cp:coreProperties>
</file>